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5C344EF7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13C3">
        <w:rPr>
          <w:rFonts w:ascii="Corbel" w:hAnsi="Corbel"/>
          <w:i/>
          <w:smallCaps/>
          <w:sz w:val="24"/>
          <w:szCs w:val="24"/>
        </w:rPr>
        <w:t>2019-2022</w:t>
      </w:r>
    </w:p>
    <w:p w14:paraId="71B67AC8" w14:textId="6790EA3C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1B13C3">
        <w:rPr>
          <w:rFonts w:ascii="Corbel" w:hAnsi="Corbel"/>
          <w:sz w:val="20"/>
          <w:szCs w:val="20"/>
        </w:rPr>
        <w:t>1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1B13C3">
        <w:rPr>
          <w:rFonts w:ascii="Corbel" w:hAnsi="Corbel"/>
          <w:sz w:val="20"/>
          <w:szCs w:val="20"/>
        </w:rPr>
        <w:t>2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51030278" w:rsidR="00992F4E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1</w:t>
            </w:r>
            <w:r w:rsidR="0045323C" w:rsidRPr="00291907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797AA" w14:textId="77777777" w:rsidR="0065366D" w:rsidRDefault="0065366D" w:rsidP="00C16ABF">
      <w:pPr>
        <w:spacing w:after="0" w:line="240" w:lineRule="auto"/>
      </w:pPr>
      <w:r>
        <w:separator/>
      </w:r>
    </w:p>
  </w:endnote>
  <w:endnote w:type="continuationSeparator" w:id="0">
    <w:p w14:paraId="369C8A01" w14:textId="77777777" w:rsidR="0065366D" w:rsidRDefault="006536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5E169" w14:textId="77777777" w:rsidR="0065366D" w:rsidRDefault="0065366D" w:rsidP="00C16ABF">
      <w:pPr>
        <w:spacing w:after="0" w:line="240" w:lineRule="auto"/>
      </w:pPr>
      <w:r>
        <w:separator/>
      </w:r>
    </w:p>
  </w:footnote>
  <w:footnote w:type="continuationSeparator" w:id="0">
    <w:p w14:paraId="77820B3E" w14:textId="77777777" w:rsidR="0065366D" w:rsidRDefault="0065366D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B13C3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366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04CD9-8B35-49B8-B85E-B2C856DEC7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CFB25E-6EE6-4B92-9994-94BC1BDBC7E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2020-10-05T07:31:00Z</dcterms:created>
  <dcterms:modified xsi:type="dcterms:W3CDTF">2020-12-09T10:54:00Z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